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F8034" w14:textId="3BF599FC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D0BA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D0BA1" w:rsidRPr="00CD0BA1">
        <w:rPr>
          <w:rFonts w:asciiTheme="majorHAnsi" w:eastAsia="Times New Roman" w:hAnsiTheme="majorHAnsi" w:cs="Times New Roman"/>
          <w:lang w:eastAsia="cs-CZ"/>
        </w:rPr>
        <w:t>2</w:t>
      </w:r>
      <w:r w:rsidR="00A756D0" w:rsidRPr="00CD0BA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8060615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4A244080" w14:textId="68F928A5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 xml:space="preserve">cena </w:t>
      </w:r>
      <w:bookmarkStart w:id="0" w:name="_GoBack"/>
      <w:bookmarkEnd w:id="0"/>
      <w:r w:rsidR="005E5E6B">
        <w:rPr>
          <w:rFonts w:asciiTheme="majorHAnsi" w:eastAsia="Times New Roman" w:hAnsiTheme="majorHAnsi" w:cs="Arial"/>
          <w:b/>
          <w:bCs/>
          <w:caps/>
          <w:kern w:val="32"/>
        </w:rPr>
        <w:t>PLNĚNÍ</w:t>
      </w: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  <w:bookmarkStart w:id="1" w:name="_Toc517353605"/>
      <w:bookmarkStart w:id="2" w:name="_Toc518140497"/>
    </w:p>
    <w:p w14:paraId="47C03828" w14:textId="77777777" w:rsidR="005E5E6B" w:rsidRPr="009A1CA4" w:rsidRDefault="005E5E6B" w:rsidP="005E5E6B">
      <w:pPr>
        <w:keepNext/>
        <w:spacing w:before="240" w:after="0" w:line="240" w:lineRule="auto"/>
        <w:ind w:left="708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330"/>
        <w:gridCol w:w="1796"/>
        <w:gridCol w:w="2203"/>
        <w:gridCol w:w="1796"/>
      </w:tblGrid>
      <w:tr w:rsidR="000E63D6" w:rsidRPr="009A1CA4" w14:paraId="046CD3BC" w14:textId="77777777" w:rsidTr="00CD0BA1">
        <w:tc>
          <w:tcPr>
            <w:tcW w:w="2344" w:type="dxa"/>
            <w:shd w:val="clear" w:color="auto" w:fill="BFBFBF"/>
          </w:tcPr>
          <w:p w14:paraId="7032E852" w14:textId="06BA1236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6C077285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BFBFBF"/>
          </w:tcPr>
          <w:p w14:paraId="74C14556" w14:textId="00AACF1C" w:rsidR="000E63D6" w:rsidRPr="00236B47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  <w:r w:rsidR="00236B47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236B47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na</w:t>
            </w:r>
            <w:r w:rsidR="00236B47" w:rsidRPr="00236B47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období od </w:t>
            </w:r>
            <w:r w:rsidR="00236B47" w:rsidRPr="00236B47">
              <w:rPr>
                <w:rFonts w:asciiTheme="majorHAnsi" w:hAnsiTheme="majorHAnsi" w:cs="Arial"/>
                <w:bCs/>
                <w:kern w:val="32"/>
                <w:sz w:val="18"/>
                <w:szCs w:val="18"/>
              </w:rPr>
              <w:t>24. 11. 2023 do 24. 6. 2024</w:t>
            </w:r>
          </w:p>
          <w:p w14:paraId="358DD92C" w14:textId="2191A3A8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2217" w:type="dxa"/>
            <w:shd w:val="clear" w:color="auto" w:fill="BFBFBF"/>
          </w:tcPr>
          <w:p w14:paraId="1DD13A3D" w14:textId="4666244E" w:rsidR="000E63D6" w:rsidRPr="009A1CA4" w:rsidRDefault="000E63D6" w:rsidP="005E5E6B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1782" w:type="dxa"/>
            <w:shd w:val="clear" w:color="auto" w:fill="BFBFBF"/>
          </w:tcPr>
          <w:p w14:paraId="7EB3F40C" w14:textId="6D4EAAE5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  <w:r w:rsidR="00236B47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236B47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</w:t>
            </w:r>
            <w:r w:rsidR="00236B47" w:rsidRPr="006E3409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a období od </w:t>
            </w:r>
            <w:r w:rsidR="00236B47" w:rsidRPr="006E3409">
              <w:rPr>
                <w:rFonts w:asciiTheme="majorHAnsi" w:hAnsiTheme="majorHAnsi" w:cs="Arial"/>
                <w:bCs/>
                <w:kern w:val="32"/>
                <w:sz w:val="18"/>
                <w:szCs w:val="18"/>
              </w:rPr>
              <w:t>24. 11. 2023 do 24. 6. 2024</w:t>
            </w:r>
          </w:p>
          <w:p w14:paraId="58A671E9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0E63D6" w:rsidRPr="009A1CA4" w14:paraId="3158E446" w14:textId="77777777" w:rsidTr="00CD0BA1">
        <w:tc>
          <w:tcPr>
            <w:tcW w:w="2344" w:type="dxa"/>
          </w:tcPr>
          <w:p w14:paraId="5E038FD6" w14:textId="757A77F4" w:rsidR="00EF0ADD" w:rsidRPr="009A1CA4" w:rsidRDefault="00EF0ADD" w:rsidP="00EF0AD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Cadkon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+ Basic Network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Annual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Maintenance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Renewal</w:t>
            </w:r>
            <w:proofErr w:type="spellEnd"/>
          </w:p>
        </w:tc>
        <w:tc>
          <w:tcPr>
            <w:tcW w:w="1782" w:type="dxa"/>
          </w:tcPr>
          <w:p w14:paraId="49B1FBF4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C1B991B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17" w:type="dxa"/>
          </w:tcPr>
          <w:p w14:paraId="59CD7600" w14:textId="578B9C13" w:rsidR="000E63D6" w:rsidRPr="00EF0ADD" w:rsidRDefault="00EF0ADD" w:rsidP="005E5E6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80 </w:t>
            </w:r>
          </w:p>
        </w:tc>
        <w:tc>
          <w:tcPr>
            <w:tcW w:w="1782" w:type="dxa"/>
          </w:tcPr>
          <w:p w14:paraId="3A34CBFF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82C1FE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3B769C8B" w14:textId="77777777" w:rsidTr="00CD0BA1">
        <w:tc>
          <w:tcPr>
            <w:tcW w:w="2344" w:type="dxa"/>
          </w:tcPr>
          <w:p w14:paraId="3A3A1158" w14:textId="088D2A80" w:rsidR="00EF0ADD" w:rsidRPr="009A1CA4" w:rsidRDefault="00EF0ADD" w:rsidP="00EF0AD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Cadkon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+ MEP Network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Annual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Maintenance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Renewal</w:t>
            </w:r>
            <w:proofErr w:type="spellEnd"/>
          </w:p>
        </w:tc>
        <w:tc>
          <w:tcPr>
            <w:tcW w:w="1782" w:type="dxa"/>
          </w:tcPr>
          <w:p w14:paraId="60B8347C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5C258E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17" w:type="dxa"/>
          </w:tcPr>
          <w:p w14:paraId="5BD895CA" w14:textId="21EF79A5" w:rsidR="00EF0ADD" w:rsidRPr="00EF0ADD" w:rsidRDefault="00EF0ADD" w:rsidP="005E5E6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41 </w:t>
            </w:r>
          </w:p>
        </w:tc>
        <w:tc>
          <w:tcPr>
            <w:tcW w:w="1782" w:type="dxa"/>
          </w:tcPr>
          <w:p w14:paraId="1EF74F5C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0AC424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04A2A049" w14:textId="77777777" w:rsidTr="00CD0BA1">
        <w:tc>
          <w:tcPr>
            <w:tcW w:w="2344" w:type="dxa"/>
          </w:tcPr>
          <w:p w14:paraId="50604DAC" w14:textId="34FFFF8A" w:rsidR="00EF0ADD" w:rsidRPr="009A1CA4" w:rsidRDefault="00EF0ADD" w:rsidP="00EF0AD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Cadkon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+ Late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Renewal</w:t>
            </w:r>
            <w:proofErr w:type="spellEnd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EF0ADD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Fee</w:t>
            </w:r>
            <w:proofErr w:type="spellEnd"/>
          </w:p>
        </w:tc>
        <w:tc>
          <w:tcPr>
            <w:tcW w:w="1782" w:type="dxa"/>
          </w:tcPr>
          <w:p w14:paraId="19909CC6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BDB10E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17" w:type="dxa"/>
          </w:tcPr>
          <w:p w14:paraId="7E233D02" w14:textId="7B1A6244" w:rsidR="00EF0ADD" w:rsidRPr="009A1CA4" w:rsidRDefault="00EF0ADD" w:rsidP="005E5E6B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121 </w:t>
            </w:r>
          </w:p>
        </w:tc>
        <w:tc>
          <w:tcPr>
            <w:tcW w:w="1782" w:type="dxa"/>
          </w:tcPr>
          <w:p w14:paraId="28E87B8D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9D89394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1A5FB499" w14:textId="77777777" w:rsidTr="00CD0BA1">
        <w:tc>
          <w:tcPr>
            <w:tcW w:w="6343" w:type="dxa"/>
            <w:gridSpan w:val="3"/>
            <w:shd w:val="clear" w:color="auto" w:fill="D9D9D9"/>
          </w:tcPr>
          <w:p w14:paraId="47BDAF4D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1782" w:type="dxa"/>
          </w:tcPr>
          <w:p w14:paraId="52FAED85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F76EB44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02C9BBF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14:paraId="0E2D5F9D" w14:textId="77777777" w:rsidTr="00CD0BA1">
        <w:tc>
          <w:tcPr>
            <w:tcW w:w="6343" w:type="dxa"/>
            <w:gridSpan w:val="3"/>
            <w:shd w:val="clear" w:color="auto" w:fill="D9D9D9"/>
          </w:tcPr>
          <w:p w14:paraId="64A00CA0" w14:textId="77777777"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1782" w:type="dxa"/>
          </w:tcPr>
          <w:p w14:paraId="6B11350F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14:paraId="354EE160" w14:textId="77777777" w:rsidTr="00CD0BA1">
        <w:tc>
          <w:tcPr>
            <w:tcW w:w="6343" w:type="dxa"/>
            <w:gridSpan w:val="3"/>
            <w:shd w:val="clear" w:color="auto" w:fill="D9D9D9"/>
          </w:tcPr>
          <w:p w14:paraId="7DB9B185" w14:textId="53AF6BF4"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subskripce v Kč </w:t>
            </w:r>
            <w:r w:rsidR="00D65396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včetně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DPH</w:t>
            </w:r>
          </w:p>
        </w:tc>
        <w:tc>
          <w:tcPr>
            <w:tcW w:w="1782" w:type="dxa"/>
          </w:tcPr>
          <w:p w14:paraId="57DC30F4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0C41B25C" w14:textId="77777777" w:rsidR="00360C58" w:rsidRPr="009A1CA4" w:rsidRDefault="00360C58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14:paraId="56499010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sectPr w:rsidR="000E63D6" w:rsidRPr="009A1CA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E5401" w14:textId="77777777" w:rsidR="00FD3CEE" w:rsidRDefault="00FD3CEE" w:rsidP="00962258">
      <w:pPr>
        <w:spacing w:after="0" w:line="240" w:lineRule="auto"/>
      </w:pPr>
      <w:r>
        <w:separator/>
      </w:r>
    </w:p>
  </w:endnote>
  <w:endnote w:type="continuationSeparator" w:id="0">
    <w:p w14:paraId="1A844B14" w14:textId="77777777" w:rsidR="00FD3CEE" w:rsidRDefault="00FD3C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F7FD5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B8347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251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B0831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A2B49F" w14:textId="77777777" w:rsidR="00F1715C" w:rsidRDefault="00F1715C" w:rsidP="00D831A3">
          <w:pPr>
            <w:pStyle w:val="Zpat"/>
          </w:pPr>
        </w:p>
      </w:tc>
    </w:tr>
  </w:tbl>
  <w:p w14:paraId="02BFF58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440C16" wp14:editId="02908B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E4FE8D9" wp14:editId="5AA4C1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3F7A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56462" w14:textId="63E62E8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6B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6B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F8FAB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B7F74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9752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F4829D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E7B20A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9FD1C7" w14:textId="77777777" w:rsidR="00F1715C" w:rsidRDefault="00F1715C" w:rsidP="00460660">
          <w:pPr>
            <w:pStyle w:val="Zpat"/>
          </w:pPr>
        </w:p>
      </w:tc>
    </w:tr>
  </w:tbl>
  <w:p w14:paraId="584DB3C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1ABC13" wp14:editId="6EAE19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066340" wp14:editId="181A4F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F71F2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890C2" w14:textId="77777777" w:rsidR="00FD3CEE" w:rsidRDefault="00FD3CEE" w:rsidP="00962258">
      <w:pPr>
        <w:spacing w:after="0" w:line="240" w:lineRule="auto"/>
      </w:pPr>
      <w:r>
        <w:separator/>
      </w:r>
    </w:p>
  </w:footnote>
  <w:footnote w:type="continuationSeparator" w:id="0">
    <w:p w14:paraId="6E89E980" w14:textId="77777777" w:rsidR="00FD3CEE" w:rsidRDefault="00FD3C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B386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AADEE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365C5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80A129" w14:textId="77777777" w:rsidR="00F1715C" w:rsidRPr="00D6163D" w:rsidRDefault="00F1715C" w:rsidP="00D6163D">
          <w:pPr>
            <w:pStyle w:val="Druhdokumentu"/>
          </w:pPr>
        </w:p>
      </w:tc>
    </w:tr>
  </w:tbl>
  <w:p w14:paraId="0B4AF9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EA33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374CD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8C94C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354022" w14:textId="77777777" w:rsidR="00F1715C" w:rsidRPr="00D6163D" w:rsidRDefault="00F1715C" w:rsidP="00FC6389">
          <w:pPr>
            <w:pStyle w:val="Druhdokumentu"/>
          </w:pPr>
        </w:p>
      </w:tc>
    </w:tr>
    <w:tr w:rsidR="009F392E" w14:paraId="4C4240D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B3F20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9AF2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A0F0CA" w14:textId="77777777" w:rsidR="009F392E" w:rsidRPr="00D6163D" w:rsidRDefault="009F392E" w:rsidP="00FC6389">
          <w:pPr>
            <w:pStyle w:val="Druhdokumentu"/>
          </w:pPr>
        </w:p>
      </w:tc>
    </w:tr>
  </w:tbl>
  <w:p w14:paraId="24BE283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DA2EECD" wp14:editId="6EB03C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196A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43DA7"/>
    <w:rsid w:val="00067CD4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36B47"/>
    <w:rsid w:val="00245394"/>
    <w:rsid w:val="00280E07"/>
    <w:rsid w:val="002C31BF"/>
    <w:rsid w:val="002C3AB3"/>
    <w:rsid w:val="002D08B1"/>
    <w:rsid w:val="002E0CD7"/>
    <w:rsid w:val="0032715E"/>
    <w:rsid w:val="00336BEC"/>
    <w:rsid w:val="00341DCF"/>
    <w:rsid w:val="00346133"/>
    <w:rsid w:val="00355FB3"/>
    <w:rsid w:val="00357BC6"/>
    <w:rsid w:val="00360C58"/>
    <w:rsid w:val="003956C6"/>
    <w:rsid w:val="003B3A59"/>
    <w:rsid w:val="003B71C1"/>
    <w:rsid w:val="003F7DC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E6B"/>
    <w:rsid w:val="005F1404"/>
    <w:rsid w:val="005F626E"/>
    <w:rsid w:val="0061068E"/>
    <w:rsid w:val="0061473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9404B"/>
    <w:rsid w:val="007B570C"/>
    <w:rsid w:val="007C589B"/>
    <w:rsid w:val="007E4A6E"/>
    <w:rsid w:val="007F0D9B"/>
    <w:rsid w:val="007F56A7"/>
    <w:rsid w:val="00807DD0"/>
    <w:rsid w:val="00810E7F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77F01"/>
    <w:rsid w:val="009833E1"/>
    <w:rsid w:val="00992D9C"/>
    <w:rsid w:val="00996CB8"/>
    <w:rsid w:val="009B14A9"/>
    <w:rsid w:val="009B2E97"/>
    <w:rsid w:val="009E07F4"/>
    <w:rsid w:val="009F392E"/>
    <w:rsid w:val="00A2621C"/>
    <w:rsid w:val="00A30BDE"/>
    <w:rsid w:val="00A57B7F"/>
    <w:rsid w:val="00A6177B"/>
    <w:rsid w:val="00A66136"/>
    <w:rsid w:val="00A756D0"/>
    <w:rsid w:val="00AA4CBB"/>
    <w:rsid w:val="00AA65FA"/>
    <w:rsid w:val="00AA7351"/>
    <w:rsid w:val="00AB50E7"/>
    <w:rsid w:val="00AD056F"/>
    <w:rsid w:val="00AD6731"/>
    <w:rsid w:val="00B15D0D"/>
    <w:rsid w:val="00B75EE1"/>
    <w:rsid w:val="00B77481"/>
    <w:rsid w:val="00B8518B"/>
    <w:rsid w:val="00B95B31"/>
    <w:rsid w:val="00BD6DDE"/>
    <w:rsid w:val="00BD7E91"/>
    <w:rsid w:val="00BF2014"/>
    <w:rsid w:val="00C02D0A"/>
    <w:rsid w:val="00C03A6E"/>
    <w:rsid w:val="00C146AF"/>
    <w:rsid w:val="00C15A77"/>
    <w:rsid w:val="00C44F6A"/>
    <w:rsid w:val="00C47AE3"/>
    <w:rsid w:val="00C70594"/>
    <w:rsid w:val="00CD0BA1"/>
    <w:rsid w:val="00CD1FC4"/>
    <w:rsid w:val="00CE01E1"/>
    <w:rsid w:val="00D21061"/>
    <w:rsid w:val="00D4108E"/>
    <w:rsid w:val="00D43F37"/>
    <w:rsid w:val="00D6163D"/>
    <w:rsid w:val="00D65396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0AD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  <w:rsid w:val="00FD3CEE"/>
    <w:rsid w:val="00FD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A95C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F0AD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E5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E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E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E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2F2BBC-2ABE-47FD-B172-E26BC6A1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2023-10-27T09:36:00Z</dcterms:created>
  <dcterms:modified xsi:type="dcterms:W3CDTF">2023-10-31T10:27:00Z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